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84EE0">
        <w:rPr>
          <w:rFonts w:ascii="Arial" w:hAnsi="Arial" w:cs="Arial"/>
          <w:b/>
          <w:sz w:val="22"/>
          <w:szCs w:val="22"/>
        </w:rPr>
        <w:t>PROCEDURA APERTA PER L’ACQUISIZIONE DEL SERVIZIO DI PULIZIA E IGIENE AMBIENTALE PER LE AZIENDE USL DI BOLOGNA E FERRARA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All’attenzione dell’Azienda Usl di ____________________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 ____________________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 ____________________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 p.c.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dell’Agenzia Intercent-ER 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Viale dei Mille 21 – 40121 Bologna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Fax: 051 527.3084</w:t>
      </w:r>
    </w:p>
    <w:p w:rsidR="00FB4E84" w:rsidRPr="00684EE0" w:rsidRDefault="00FB4E84" w:rsidP="00684EE0">
      <w:pPr>
        <w:spacing w:before="120" w:after="120" w:line="360" w:lineRule="auto"/>
        <w:jc w:val="right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Pec: intercenter@postacert.regione.emilia-romagna.it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FB4E84" w:rsidRPr="00684EE0" w:rsidRDefault="00FB4E84" w:rsidP="00684EE0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84EE0">
        <w:rPr>
          <w:rFonts w:ascii="Arial" w:hAnsi="Arial" w:cs="Arial"/>
          <w:b/>
          <w:sz w:val="22"/>
          <w:szCs w:val="22"/>
        </w:rPr>
        <w:t>MODULO RICHIESTA EFFETTUAZIONE SOPRALLUOGO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Il sottoscritto ___________________________________________________________________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Nato (luogo e data di nascita): _____________________________________________________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Residente in: Via/P.zza ___________________________________________________________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Comune_____________________________________________Prov.___________ 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Tel n. __________________________ Cellulare n. __________________________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Email. __________________________ Fax n. __________________________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 xml:space="preserve">(per eventuali comunicazioni in merito all’effettuazione del sopralluogo) </w:t>
      </w:r>
    </w:p>
    <w:p w:rsidR="00FB4E84" w:rsidRPr="00684EE0" w:rsidRDefault="00FB4E84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(fare una croce sulla casella che interessa):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Pr="00684EE0">
        <w:rPr>
          <w:rFonts w:ascii="Arial" w:eastAsia="MS ????" w:hAnsi="Arial" w:cs="Arial"/>
          <w:color w:val="000000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 xml:space="preserve">in qualità di legale rappresentante della impresa in questione </w:t>
      </w:r>
    </w:p>
    <w:p w:rsidR="00FB4E84" w:rsidRPr="00684EE0" w:rsidRDefault="00FB4E84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Pr="00684EE0">
        <w:rPr>
          <w:rFonts w:ascii="Arial" w:hAnsi="Arial" w:cs="Arial"/>
          <w:sz w:val="22"/>
          <w:szCs w:val="22"/>
        </w:rPr>
        <w:t xml:space="preserve"> in qualità di Direttore Tecnico della Ditta in questione</w:t>
      </w:r>
    </w:p>
    <w:p w:rsidR="00FB4E84" w:rsidRPr="00684EE0" w:rsidRDefault="00FB4E84" w:rsidP="00684EE0">
      <w:pPr>
        <w:spacing w:before="120"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84EE0">
        <w:rPr>
          <w:rFonts w:ascii="Arial" w:hAnsi="Arial" w:cs="Arial"/>
          <w:i/>
          <w:sz w:val="22"/>
          <w:szCs w:val="22"/>
        </w:rPr>
        <w:t>o in alternativa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sym w:font="Wingdings" w:char="F071"/>
      </w:r>
      <w:r w:rsidRPr="00684EE0">
        <w:rPr>
          <w:rFonts w:ascii="Arial" w:eastAsia="MS ????" w:hAnsi="Arial" w:cs="Arial"/>
          <w:color w:val="000000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 xml:space="preserve">in qualità di dipendente/collaboratore incaricato dell’impresa </w:t>
      </w:r>
    </w:p>
    <w:p w:rsidR="00FB4E84" w:rsidRPr="00684EE0" w:rsidRDefault="00FB4E84" w:rsidP="00684EE0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dell’Impresa</w:t>
      </w:r>
      <w:r>
        <w:rPr>
          <w:rFonts w:ascii="Arial" w:hAnsi="Arial" w:cs="Arial"/>
          <w:sz w:val="22"/>
          <w:szCs w:val="22"/>
        </w:rPr>
        <w:t xml:space="preserve"> </w:t>
      </w:r>
      <w:r w:rsidRPr="00684EE0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>_________ con sede in</w:t>
      </w:r>
      <w:r w:rsidRPr="00684EE0">
        <w:rPr>
          <w:rFonts w:ascii="Arial" w:hAnsi="Arial" w:cs="Arial"/>
          <w:sz w:val="22"/>
          <w:szCs w:val="22"/>
        </w:rPr>
        <w:t>_________________</w:t>
      </w:r>
      <w:r>
        <w:rPr>
          <w:rFonts w:ascii="Arial" w:hAnsi="Arial" w:cs="Arial"/>
          <w:sz w:val="22"/>
          <w:szCs w:val="22"/>
        </w:rPr>
        <w:t>_____________________</w:t>
      </w:r>
      <w:r w:rsidRPr="00684EE0">
        <w:rPr>
          <w:rFonts w:ascii="Arial" w:hAnsi="Arial" w:cs="Arial"/>
          <w:sz w:val="22"/>
          <w:szCs w:val="22"/>
        </w:rPr>
        <w:t>_, Via</w:t>
      </w:r>
      <w:r>
        <w:rPr>
          <w:rFonts w:ascii="Arial" w:hAnsi="Arial" w:cs="Arial"/>
          <w:sz w:val="22"/>
          <w:szCs w:val="22"/>
        </w:rPr>
        <w:t xml:space="preserve"> ______________</w:t>
      </w:r>
      <w:r w:rsidRPr="00684EE0">
        <w:rPr>
          <w:rFonts w:ascii="Arial" w:hAnsi="Arial" w:cs="Arial"/>
          <w:sz w:val="22"/>
          <w:szCs w:val="22"/>
        </w:rPr>
        <w:t xml:space="preserve">______, iscritta al Registro delle Imprese di _______________________ al n. _________, codice fiscale n. __________________, partita IVA n. ___________________, </w:t>
      </w:r>
      <w:r w:rsidRPr="00684EE0">
        <w:rPr>
          <w:rFonts w:ascii="Arial" w:hAnsi="Arial" w:cs="Arial"/>
          <w:i/>
          <w:sz w:val="22"/>
          <w:szCs w:val="22"/>
        </w:rPr>
        <w:t>in caso di R.T.I. o Consorzi non ancora costituiti</w:t>
      </w:r>
      <w:r w:rsidRPr="00684EE0">
        <w:rPr>
          <w:rFonts w:ascii="Arial" w:hAnsi="Arial" w:cs="Arial"/>
          <w:sz w:val="22"/>
          <w:szCs w:val="22"/>
        </w:rPr>
        <w:t xml:space="preserve"> in promessa di R.T.I., Consorzio o o Rete di Imprese  </w:t>
      </w:r>
      <w:r w:rsidRPr="00684EE0">
        <w:rPr>
          <w:rFonts w:ascii="Arial" w:hAnsi="Arial" w:cs="Arial"/>
          <w:i/>
          <w:sz w:val="22"/>
          <w:szCs w:val="22"/>
        </w:rPr>
        <w:t>[indicare forma giuridica del gruppo]</w:t>
      </w:r>
      <w:r w:rsidRPr="00684EE0">
        <w:rPr>
          <w:rFonts w:ascii="Arial" w:hAnsi="Arial" w:cs="Arial"/>
          <w:sz w:val="22"/>
          <w:szCs w:val="22"/>
        </w:rPr>
        <w:t xml:space="preserve"> con le Imprese ________________________________________________________________________, all’interno del quale la ____________________ verrà nominata Impresa capogruppo)</w:t>
      </w:r>
    </w:p>
    <w:p w:rsidR="00FB4E84" w:rsidRPr="00684EE0" w:rsidRDefault="00FB4E84" w:rsidP="00684EE0">
      <w:pPr>
        <w:spacing w:before="120" w:after="120" w:line="360" w:lineRule="auto"/>
        <w:jc w:val="center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CHIEDE</w:t>
      </w:r>
    </w:p>
    <w:p w:rsidR="00FB4E84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appuntamento per effettuare il sopra</w:t>
      </w:r>
      <w:r>
        <w:rPr>
          <w:rFonts w:ascii="Arial" w:hAnsi="Arial" w:cs="Arial"/>
          <w:sz w:val="22"/>
          <w:szCs w:val="22"/>
        </w:rPr>
        <w:t>lluogo per prendere visione dei seguenti immobili:</w:t>
      </w:r>
    </w:p>
    <w:p w:rsidR="00FB4E84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:rsidR="00FB4E84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:rsidR="00FB4E84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A tal proposito resta in attesa che venga confermata l</w:t>
      </w:r>
      <w:r>
        <w:rPr>
          <w:rFonts w:ascii="Arial" w:hAnsi="Arial" w:cs="Arial"/>
          <w:sz w:val="22"/>
          <w:szCs w:val="22"/>
        </w:rPr>
        <w:t>a data e l’orario.</w:t>
      </w:r>
    </w:p>
    <w:p w:rsidR="00FB4E84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sottoscritto dichiara inoltre: </w:t>
      </w:r>
    </w:p>
    <w:p w:rsidR="00FB4E84" w:rsidRPr="0044476F" w:rsidRDefault="00FB4E84" w:rsidP="0044476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476F">
        <w:rPr>
          <w:rFonts w:ascii="Arial" w:hAnsi="Arial" w:cs="Arial"/>
          <w:sz w:val="22"/>
          <w:szCs w:val="22"/>
        </w:rPr>
        <w:t>di essere consapevole che gli eventuali oneri relativi al sopralluogo, sono a carico dell’Impresa;</w:t>
      </w:r>
    </w:p>
    <w:p w:rsidR="00FB4E84" w:rsidRPr="0044476F" w:rsidRDefault="00FB4E84" w:rsidP="0044476F">
      <w:pPr>
        <w:pStyle w:val="ListParagraph"/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476F">
        <w:rPr>
          <w:rFonts w:ascii="Arial" w:hAnsi="Arial" w:cs="Arial"/>
          <w:sz w:val="22"/>
          <w:szCs w:val="22"/>
        </w:rPr>
        <w:t>che il sopralluogo presso le strutture/immobili delle Aziende Sanitarie Contraenti, riportate nel Disciplinare di gara, deve essere eseguito senza interferire nel normale lavoro ovvero recare intralci, disturbi o interruzioni alla attività lavorativa in atto.</w:t>
      </w:r>
    </w:p>
    <w:p w:rsidR="00FB4E84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84EE0">
        <w:rPr>
          <w:rFonts w:ascii="Arial" w:hAnsi="Arial" w:cs="Arial"/>
          <w:sz w:val="22"/>
          <w:szCs w:val="22"/>
        </w:rPr>
        <w:t>Si autorizza sin d’ora al tratt</w:t>
      </w:r>
      <w:bookmarkStart w:id="0" w:name="_GoBack"/>
      <w:bookmarkEnd w:id="0"/>
      <w:r w:rsidRPr="00684EE0">
        <w:rPr>
          <w:rFonts w:ascii="Arial" w:hAnsi="Arial" w:cs="Arial"/>
          <w:sz w:val="22"/>
          <w:szCs w:val="22"/>
        </w:rPr>
        <w:t>amento dei dati personali nei termini indicati nella documentazione di gara.</w:t>
      </w:r>
    </w:p>
    <w:tbl>
      <w:tblPr>
        <w:tblW w:w="0" w:type="auto"/>
        <w:jc w:val="center"/>
        <w:tblLook w:val="00A0"/>
      </w:tblPr>
      <w:tblGrid>
        <w:gridCol w:w="4886"/>
        <w:gridCol w:w="4886"/>
      </w:tblGrid>
      <w:tr w:rsidR="00FB4E84" w:rsidRPr="00506362" w:rsidTr="00506362">
        <w:trPr>
          <w:jc w:val="center"/>
        </w:trPr>
        <w:tc>
          <w:tcPr>
            <w:tcW w:w="4886" w:type="dxa"/>
          </w:tcPr>
          <w:p w:rsidR="00FB4E84" w:rsidRPr="00506362" w:rsidRDefault="00FB4E84" w:rsidP="00506362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6" w:type="dxa"/>
          </w:tcPr>
          <w:p w:rsidR="00FB4E84" w:rsidRPr="00506362" w:rsidRDefault="00FB4E84" w:rsidP="0050636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6362">
              <w:rPr>
                <w:rFonts w:ascii="Arial" w:hAnsi="Arial" w:cs="Arial"/>
                <w:sz w:val="22"/>
                <w:szCs w:val="22"/>
              </w:rPr>
              <w:t>Firma</w:t>
            </w:r>
          </w:p>
        </w:tc>
      </w:tr>
      <w:tr w:rsidR="00FB4E84" w:rsidRPr="00506362" w:rsidTr="00506362">
        <w:trPr>
          <w:jc w:val="center"/>
        </w:trPr>
        <w:tc>
          <w:tcPr>
            <w:tcW w:w="4886" w:type="dxa"/>
          </w:tcPr>
          <w:p w:rsidR="00FB4E84" w:rsidRPr="00506362" w:rsidRDefault="00FB4E84" w:rsidP="00506362">
            <w:pPr>
              <w:spacing w:before="120" w:after="12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6362">
              <w:rPr>
                <w:rFonts w:ascii="Arial" w:hAnsi="Arial" w:cs="Arial"/>
                <w:sz w:val="22"/>
                <w:szCs w:val="22"/>
              </w:rPr>
              <w:t xml:space="preserve">Data ____________________ </w:t>
            </w:r>
          </w:p>
        </w:tc>
        <w:tc>
          <w:tcPr>
            <w:tcW w:w="4886" w:type="dxa"/>
          </w:tcPr>
          <w:p w:rsidR="00FB4E84" w:rsidRPr="00506362" w:rsidRDefault="00FB4E84" w:rsidP="00506362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6362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</w:tr>
    </w:tbl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FB4E84" w:rsidRPr="000E2C24" w:rsidRDefault="00FB4E84" w:rsidP="000E2C24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E2C24">
        <w:rPr>
          <w:rFonts w:ascii="Arial" w:hAnsi="Arial" w:cs="Arial"/>
          <w:sz w:val="22"/>
          <w:szCs w:val="22"/>
        </w:rPr>
        <w:t>Allegati: copia documento di identità del sottoscrittore, ai sensi dell’art. 38 del D.P.R. 445/2000.</w:t>
      </w:r>
    </w:p>
    <w:p w:rsidR="00FB4E84" w:rsidRPr="00684EE0" w:rsidRDefault="00FB4E84" w:rsidP="00684EE0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sectPr w:rsidR="00FB4E84" w:rsidRPr="00684EE0" w:rsidSect="00757D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316AA"/>
    <w:multiLevelType w:val="hybridMultilevel"/>
    <w:tmpl w:val="4FEC8460"/>
    <w:lvl w:ilvl="0" w:tplc="314801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581E58"/>
    <w:multiLevelType w:val="hybridMultilevel"/>
    <w:tmpl w:val="83EC83D2"/>
    <w:lvl w:ilvl="0" w:tplc="81088D02"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283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BDE"/>
    <w:rsid w:val="000E2C24"/>
    <w:rsid w:val="00192055"/>
    <w:rsid w:val="0044476F"/>
    <w:rsid w:val="00506362"/>
    <w:rsid w:val="005B31AA"/>
    <w:rsid w:val="005E4689"/>
    <w:rsid w:val="005F4807"/>
    <w:rsid w:val="00684EE0"/>
    <w:rsid w:val="006A71A9"/>
    <w:rsid w:val="00757D6A"/>
    <w:rsid w:val="008B47A2"/>
    <w:rsid w:val="0099175A"/>
    <w:rsid w:val="00A41357"/>
    <w:rsid w:val="00A71BDE"/>
    <w:rsid w:val="00AC12D0"/>
    <w:rsid w:val="00E12A42"/>
    <w:rsid w:val="00F623AA"/>
    <w:rsid w:val="00FB4E84"/>
    <w:rsid w:val="00FC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2D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1B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1BD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99"/>
    <w:rsid w:val="006A71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44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3ED114B13A194CA9648BDD94E1CB8C" ma:contentTypeVersion="0" ma:contentTypeDescription="Creare un nuovo documento." ma:contentTypeScope="" ma:versionID="1c7e6694402dfe043f0ca3b87a6ea9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F279CD-C63E-41AC-BE96-7FA55394C3E0}"/>
</file>

<file path=customXml/itemProps2.xml><?xml version="1.0" encoding="utf-8"?>
<ds:datastoreItem xmlns:ds="http://schemas.openxmlformats.org/officeDocument/2006/customXml" ds:itemID="{BBE84062-40D5-4339-80A2-749CF4F25B98}"/>
</file>

<file path=customXml/itemProps3.xml><?xml version="1.0" encoding="utf-8"?>
<ds:datastoreItem xmlns:ds="http://schemas.openxmlformats.org/officeDocument/2006/customXml" ds:itemID="{329CCDA0-221E-45AE-B072-E603B737AEE3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401</Words>
  <Characters>2290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APERTA PER L’ACQUISIZIONE DEL SERVIZIO DI PULIZIA E IGIENE AMBIENTALE PER LE AZIENDE USL DI BOLOGNA E FERRARA</dc:title>
  <dc:subject/>
  <dc:creator>PIETRO LEONE</dc:creator>
  <cp:keywords/>
  <dc:description/>
  <cp:lastModifiedBy>grandini_m</cp:lastModifiedBy>
  <cp:revision>2</cp:revision>
  <dcterms:created xsi:type="dcterms:W3CDTF">2015-01-28T13:10:00Z</dcterms:created>
  <dcterms:modified xsi:type="dcterms:W3CDTF">2015-01-28T13:10:00Z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0x0101003C3ED114B13A194CA9648BDD94E1CB8C</vt:lpwstr>
  </property>
</Properties>
</file>